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7867" w14:textId="77777777" w:rsidR="007479C2" w:rsidRDefault="00000000">
      <w:pPr>
        <w:jc w:val="right"/>
      </w:pPr>
      <w:r>
        <w:rPr>
          <w:rFonts w:ascii="Arial" w:hAnsi="Arial" w:cs="Arial"/>
          <w:b/>
          <w:bCs/>
          <w:i/>
          <w:iCs/>
        </w:rPr>
        <w:t xml:space="preserve">Załącznik nr 5 do Zapytania ofertowego nr </w:t>
      </w:r>
      <w:r>
        <w:rPr>
          <w:rFonts w:ascii="Arial" w:hAnsi="Arial" w:cs="Arial"/>
          <w:b/>
          <w:i/>
        </w:rPr>
        <w:t>GOPS.2611.6.2026</w:t>
      </w:r>
      <w:r>
        <w:rPr>
          <w:rFonts w:ascii="Arial" w:hAnsi="Arial" w:cs="Arial"/>
          <w:b/>
          <w:bCs/>
          <w:i/>
          <w:iCs/>
        </w:rPr>
        <w:t xml:space="preserve"> </w:t>
      </w:r>
    </w:p>
    <w:p w14:paraId="2EB6ED8C" w14:textId="77777777" w:rsidR="007479C2" w:rsidRDefault="007479C2">
      <w:pPr>
        <w:rPr>
          <w:rFonts w:ascii="Arial" w:hAnsi="Arial" w:cs="Arial"/>
        </w:rPr>
      </w:pPr>
    </w:p>
    <w:p w14:paraId="3AC3DD71" w14:textId="77777777" w:rsidR="007479C2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…………………………………….. </w:t>
      </w:r>
    </w:p>
    <w:p w14:paraId="0712F9C4" w14:textId="77777777" w:rsidR="007479C2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imię i nazwisko </w:t>
      </w:r>
    </w:p>
    <w:p w14:paraId="7E049324" w14:textId="77777777" w:rsidR="007479C2" w:rsidRDefault="00000000">
      <w:pPr>
        <w:jc w:val="center"/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08DBC19" w14:textId="77777777" w:rsidR="007479C2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Ja, niżej podpisany(a) oświadczam, że </w:t>
      </w:r>
    </w:p>
    <w:p w14:paraId="2875D3D7" w14:textId="77777777" w:rsidR="007479C2" w:rsidRDefault="00000000">
      <w:pPr>
        <w:spacing w:after="0"/>
        <w:jc w:val="both"/>
      </w:pPr>
      <w:r>
        <w:rPr>
          <w:rFonts w:ascii="Arial" w:hAnsi="Arial" w:cs="Arial"/>
        </w:rPr>
        <w:t xml:space="preserve">1. łączne moje zaangażowanie zawodowe, niezależnie od formy zaangażowania, </w:t>
      </w:r>
      <w:r>
        <w:rPr>
          <w:rFonts w:ascii="Arial" w:hAnsi="Arial" w:cs="Arial"/>
        </w:rPr>
        <w:br/>
        <w:t xml:space="preserve">w realizację wszystkich projektów finansowanych z funduszy strukturalnych, FS </w:t>
      </w:r>
      <w:r>
        <w:rPr>
          <w:rFonts w:ascii="Arial" w:hAnsi="Arial" w:cs="Arial"/>
        </w:rPr>
        <w:br/>
        <w:t>i działań finansowanych z innych źródeł, w tym środków własnych beneficjenta i innych podmiotów nie przekracza 276 godzin miesięcznie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, do ww. limitu wlicza się okres urlopu wypoczynkowego oraz czas niezdolności do pracy wskutek choroby, natomiast nie wlicza się innych nieobecności pracownika (np. urlop bezpłatny, rodzicielski i macierzyński). </w:t>
      </w:r>
    </w:p>
    <w:p w14:paraId="4B4CA0E4" w14:textId="77777777" w:rsidR="007479C2" w:rsidRDefault="000000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Jestem świadomy/a, że w razie przekroczenia limitu, o którym mowa w pkt. 1, wypłacone mi wynagrodzenie staje się kosztem niekwalifikowanym i podlega żądaniu zwrotu. </w:t>
      </w:r>
    </w:p>
    <w:p w14:paraId="55C53719" w14:textId="77777777" w:rsidR="007479C2" w:rsidRDefault="000000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W okresie kwalifikowania mojego wynagrodzenia w Projekcie zobowiązuję się do aktualizacji oświadczenia w terminie do 3 dni od zaistnienia zmiany. </w:t>
      </w:r>
    </w:p>
    <w:p w14:paraId="09DFA5FB" w14:textId="77777777" w:rsidR="007479C2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Będąc świadomym odpowiedzialności karnej zgodnie z art. 297 ust. 1 Kodeksu Karnego, oświadczam, iż dane powyższe są zgodne z prawdą i stanem faktycznym na dzień składania oświadczenia. </w:t>
      </w:r>
    </w:p>
    <w:p w14:paraId="63EF573D" w14:textId="77777777" w:rsidR="007479C2" w:rsidRDefault="007479C2">
      <w:pPr>
        <w:jc w:val="both"/>
        <w:rPr>
          <w:rFonts w:ascii="Arial" w:hAnsi="Arial" w:cs="Arial"/>
        </w:rPr>
      </w:pPr>
    </w:p>
    <w:p w14:paraId="6FF29CD1" w14:textId="77777777" w:rsidR="007479C2" w:rsidRDefault="007479C2">
      <w:pPr>
        <w:jc w:val="both"/>
        <w:rPr>
          <w:rFonts w:ascii="Arial" w:hAnsi="Arial" w:cs="Arial"/>
        </w:rPr>
      </w:pPr>
    </w:p>
    <w:p w14:paraId="49770013" w14:textId="77777777" w:rsidR="007479C2" w:rsidRDefault="00000000">
      <w:r>
        <w:rPr>
          <w:rFonts w:ascii="Arial" w:hAnsi="Arial" w:cs="Arial"/>
          <w:b/>
          <w:bCs/>
        </w:rPr>
        <w:t xml:space="preserve">……………………….……………..……             ……………………….……………..…… </w:t>
      </w:r>
    </w:p>
    <w:p w14:paraId="754AC65F" w14:textId="77777777" w:rsidR="007479C2" w:rsidRDefault="00000000">
      <w:pPr>
        <w:pBdr>
          <w:bottom w:val="single" w:sz="6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Miejsce, dnia                                                              Czytelny podpis Oferenta</w:t>
      </w:r>
    </w:p>
    <w:p w14:paraId="50A912D0" w14:textId="77777777" w:rsidR="007479C2" w:rsidRDefault="007479C2">
      <w:pPr>
        <w:pBdr>
          <w:bottom w:val="single" w:sz="6" w:space="1" w:color="000000"/>
        </w:pBdr>
        <w:rPr>
          <w:rFonts w:ascii="Arial" w:hAnsi="Arial" w:cs="Arial"/>
        </w:rPr>
      </w:pPr>
    </w:p>
    <w:p w14:paraId="01438969" w14:textId="77777777" w:rsidR="007479C2" w:rsidRDefault="007479C2">
      <w:pPr>
        <w:pBdr>
          <w:bottom w:val="single" w:sz="6" w:space="1" w:color="000000"/>
        </w:pBdr>
        <w:rPr>
          <w:rFonts w:ascii="Arial" w:hAnsi="Arial" w:cs="Arial"/>
        </w:rPr>
      </w:pPr>
    </w:p>
    <w:p w14:paraId="16FB3E70" w14:textId="77777777" w:rsidR="007479C2" w:rsidRDefault="007479C2">
      <w:pPr>
        <w:pBdr>
          <w:bottom w:val="single" w:sz="6" w:space="1" w:color="000000"/>
        </w:pBdr>
        <w:rPr>
          <w:rFonts w:ascii="Arial" w:hAnsi="Arial" w:cs="Arial"/>
        </w:rPr>
      </w:pPr>
    </w:p>
    <w:p w14:paraId="3F97187E" w14:textId="77777777" w:rsidR="007479C2" w:rsidRDefault="00000000">
      <w:pPr>
        <w:spacing w:after="0"/>
        <w:jc w:val="both"/>
      </w:pPr>
      <w:r>
        <w:rPr>
          <w:rFonts w:ascii="Arial" w:hAnsi="Arial" w:cs="Arial"/>
          <w:sz w:val="16"/>
          <w:szCs w:val="16"/>
          <w:vertAlign w:val="superscript"/>
        </w:rPr>
        <w:t>1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dotyczy osób fizycznych nieprowadzących działalności gospodarczej w zakresie przedmiotowego zamówienia.</w:t>
      </w:r>
    </w:p>
    <w:p w14:paraId="22937BE5" w14:textId="77777777" w:rsidR="007479C2" w:rsidRDefault="00000000">
      <w:pPr>
        <w:spacing w:after="0"/>
        <w:jc w:val="both"/>
      </w:pPr>
      <w:proofErr w:type="gramStart"/>
      <w:r>
        <w:rPr>
          <w:rFonts w:ascii="Arial" w:hAnsi="Arial" w:cs="Arial"/>
          <w:i/>
          <w:iCs/>
          <w:sz w:val="16"/>
          <w:szCs w:val="16"/>
          <w:vertAlign w:val="superscript"/>
        </w:rPr>
        <w:t xml:space="preserve">2 </w:t>
      </w:r>
      <w:r>
        <w:rPr>
          <w:rFonts w:ascii="Arial" w:hAnsi="Arial" w:cs="Arial"/>
          <w:i/>
          <w:iCs/>
          <w:sz w:val="16"/>
          <w:szCs w:val="16"/>
        </w:rPr>
        <w:t xml:space="preserve"> limit</w:t>
      </w:r>
      <w:proofErr w:type="gramEnd"/>
      <w:r>
        <w:rPr>
          <w:rFonts w:ascii="Arial" w:hAnsi="Arial" w:cs="Arial"/>
          <w:i/>
          <w:iCs/>
          <w:sz w:val="16"/>
          <w:szCs w:val="16"/>
        </w:rPr>
        <w:t xml:space="preserve"> zaangażowania zawodowego dotyczy wszystkich form zaangażowania zawodowego, w szczególności:</w:t>
      </w:r>
    </w:p>
    <w:p w14:paraId="0F04C162" w14:textId="77777777" w:rsidR="007479C2" w:rsidRDefault="00000000">
      <w:pPr>
        <w:numPr>
          <w:ilvl w:val="1"/>
          <w:numId w:val="1"/>
        </w:numPr>
        <w:spacing w:after="0"/>
        <w:jc w:val="both"/>
      </w:pPr>
      <w:r>
        <w:rPr>
          <w:rFonts w:ascii="Arial" w:hAnsi="Arial" w:cs="Arial"/>
          <w:sz w:val="16"/>
          <w:szCs w:val="16"/>
          <w:vertAlign w:val="superscript"/>
        </w:rPr>
        <w:t xml:space="preserve">a) </w:t>
      </w:r>
      <w:r>
        <w:rPr>
          <w:rFonts w:ascii="Arial" w:hAnsi="Arial" w:cs="Arial"/>
          <w:i/>
          <w:iCs/>
          <w:sz w:val="16"/>
          <w:szCs w:val="16"/>
        </w:rPr>
        <w:t xml:space="preserve">w przypadku stosunku pracy – uwzględnia liczbę dni roboczych w danym miesiącu wynikających ze stosunku pracy, przy czym do limitu wlicza się czas nieobecności pracownika związanej ze zwolnieniami lekarskimi </w:t>
      </w:r>
      <w:r>
        <w:rPr>
          <w:rFonts w:ascii="Arial" w:hAnsi="Arial" w:cs="Arial"/>
          <w:i/>
          <w:iCs/>
          <w:sz w:val="16"/>
          <w:szCs w:val="16"/>
        </w:rPr>
        <w:br/>
        <w:t xml:space="preserve">i urlopem wypoczynkowym, a nie wlicza się czasu nieobecności pracownika związanej z urlopem bezpłatnym, </w:t>
      </w:r>
    </w:p>
    <w:p w14:paraId="447B8120" w14:textId="77777777" w:rsidR="007479C2" w:rsidRDefault="00000000">
      <w:pPr>
        <w:numPr>
          <w:ilvl w:val="1"/>
          <w:numId w:val="1"/>
        </w:numPr>
        <w:jc w:val="both"/>
      </w:pPr>
      <w:r>
        <w:rPr>
          <w:rFonts w:ascii="Arial" w:hAnsi="Arial" w:cs="Arial"/>
          <w:i/>
          <w:iCs/>
          <w:sz w:val="16"/>
          <w:szCs w:val="16"/>
          <w:vertAlign w:val="superscript"/>
        </w:rPr>
        <w:t xml:space="preserve">b) </w:t>
      </w:r>
      <w:r>
        <w:rPr>
          <w:rFonts w:ascii="Arial" w:hAnsi="Arial" w:cs="Arial"/>
          <w:i/>
          <w:iCs/>
          <w:sz w:val="16"/>
          <w:szCs w:val="16"/>
        </w:rPr>
        <w:t xml:space="preserve">w przypadku stosunku cywilnoprawnego, samozatrudnienia oraz innych form zaangażowania – uwzględnia czas faktycznie przepracowany, w tym czas zaangażowania w ramach własnej działalności gospodarczej poza projektami (o ile dotyczy). </w:t>
      </w:r>
    </w:p>
    <w:sectPr w:rsidR="007479C2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BE5B3" w14:textId="77777777" w:rsidR="005D1E3C" w:rsidRDefault="005D1E3C">
      <w:pPr>
        <w:spacing w:after="0" w:line="240" w:lineRule="auto"/>
      </w:pPr>
      <w:r>
        <w:separator/>
      </w:r>
    </w:p>
  </w:endnote>
  <w:endnote w:type="continuationSeparator" w:id="0">
    <w:p w14:paraId="527A4998" w14:textId="77777777" w:rsidR="005D1E3C" w:rsidRDefault="005D1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DB07B" w14:textId="77777777" w:rsidR="005D1E3C" w:rsidRDefault="005D1E3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524FBEA" w14:textId="77777777" w:rsidR="005D1E3C" w:rsidRDefault="005D1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CE9B8" w14:textId="77777777" w:rsidR="00000000" w:rsidRDefault="00000000">
    <w:pPr>
      <w:pStyle w:val="Nagwek"/>
    </w:pPr>
    <w:r>
      <w:rPr>
        <w:noProof/>
        <w:lang w:eastAsia="pl-PL"/>
      </w:rPr>
      <w:drawing>
        <wp:inline distT="0" distB="0" distL="0" distR="0" wp14:anchorId="4B02D6BE" wp14:editId="46F525D8">
          <wp:extent cx="5753103" cy="600075"/>
          <wp:effectExtent l="0" t="0" r="0" b="0"/>
          <wp:docPr id="15380991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6000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73314"/>
    <w:multiLevelType w:val="multilevel"/>
    <w:tmpl w:val="84B82B70"/>
    <w:lvl w:ilvl="0">
      <w:start w:val="1"/>
      <w:numFmt w:val="ideographDigit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1602180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479C2"/>
    <w:rsid w:val="00435047"/>
    <w:rsid w:val="005D1E3C"/>
    <w:rsid w:val="007479C2"/>
    <w:rsid w:val="00D0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8C4C7"/>
  <w15:docId w15:val="{8E66241A-6121-4258-AC9D-707ACC28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Zawada</dc:creator>
  <dc:description/>
  <cp:lastModifiedBy>Agata Zawada</cp:lastModifiedBy>
  <cp:revision>2</cp:revision>
  <dcterms:created xsi:type="dcterms:W3CDTF">2026-01-23T13:09:00Z</dcterms:created>
  <dcterms:modified xsi:type="dcterms:W3CDTF">2026-01-23T13:09:00Z</dcterms:modified>
</cp:coreProperties>
</file>